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7777777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64CD550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831D41">
        <w:rPr>
          <w:rFonts w:ascii="Segoe Print" w:hAnsi="Segoe Print"/>
          <w:b/>
          <w:sz w:val="24"/>
        </w:rPr>
        <w:t>9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B500545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F0DD5D9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94D08F0" w14:textId="77777777" w:rsidR="00E20822" w:rsidRPr="00831D41" w:rsidRDefault="00831D41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 w:cs="Tahoma"/>
              </w:rPr>
              <w:t>If 4 mars bars cost £2.40, how much do 10 mars bars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831D41" w:rsidRDefault="0064471D" w:rsidP="0064471D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594DF71C" w14:textId="77777777" w:rsidR="00E20822" w:rsidRPr="00831D41" w:rsidRDefault="00831D41" w:rsidP="0064471D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831D41">
              <w:rPr>
                <w:rFonts w:ascii="Century Gothic" w:hAnsi="Century Gothic" w:cs="Tahoma"/>
              </w:rPr>
              <w:t>What is 0.9 as a fraction?</w:t>
            </w:r>
          </w:p>
        </w:tc>
      </w:tr>
      <w:tr w:rsidR="00E20822" w:rsidRPr="00C240D5" w14:paraId="2FAB904D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845EB95" w14:textId="77777777" w:rsidR="00E20822" w:rsidRPr="00831D41" w:rsidRDefault="00831D41" w:rsidP="00505FC9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hAnsi="Cambria Math" w:cs="Tahoma"/>
                </w:rPr>
                <m:t>x+7=15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831D41" w:rsidRDefault="0064471D" w:rsidP="0064471D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FEF7014" w14:textId="77777777" w:rsidR="00E20822" w:rsidRPr="00831D41" w:rsidRDefault="00831D41" w:rsidP="0064471D">
            <w:pPr>
              <w:spacing w:before="120" w:after="0"/>
              <w:rPr>
                <w:rFonts w:ascii="Century Gothic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7 + -4 </m:t>
                </m:r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E20822" w:rsidRPr="00C240D5" w14:paraId="44B9DE2A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448D794" w14:textId="77777777" w:rsidR="00831D41" w:rsidRPr="00831D41" w:rsidRDefault="00831D41" w:rsidP="00831D41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831D41">
              <w:rPr>
                <w:rFonts w:ascii="Century Gothic" w:hAnsi="Century Gothic" w:cs="Tahoma"/>
                <w:noProof/>
              </w:rPr>
              <w:t xml:space="preserve">Label sides, circle and choose trig ratio.     </w:t>
            </w:r>
          </w:p>
          <w:p w14:paraId="49831498" w14:textId="77777777" w:rsidR="007E2C1A" w:rsidRPr="00831D41" w:rsidRDefault="00831D41" w:rsidP="007E2C1A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01E2276B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719897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187C49A8" wp14:editId="732277C9">
                  <wp:extent cx="1425041" cy="914400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344A45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2" cy="91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77777777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p w14:paraId="19C86AB6" w14:textId="77777777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p w14:paraId="38B29A3D" w14:textId="77777777" w:rsidR="00831D41" w:rsidRDefault="00831D41" w:rsidP="00831D41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0576E755" wp14:editId="3D955D4E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" name="Picture 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2629405F" wp14:editId="1797377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" name="Picture 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9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6D3F2FF" w14:textId="77777777" w:rsidR="00831D41" w:rsidRDefault="00831D41" w:rsidP="00831D41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831D41" w:rsidRPr="000A63AF" w14:paraId="22120328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C1DFC7F" w14:textId="77777777" w:rsidR="00831D41" w:rsidRPr="00C240D5" w:rsidRDefault="00831D4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256C8881" w14:textId="77777777" w:rsidR="00831D41" w:rsidRPr="00831D41" w:rsidRDefault="00831D41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 w:cs="Tahoma"/>
              </w:rPr>
              <w:t>If 4 mars bars cost £2.40, how much do 10 mars bars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4FBD73C9" w14:textId="77777777" w:rsidR="00831D41" w:rsidRPr="00831D41" w:rsidRDefault="00831D41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20FC554" w14:textId="77777777" w:rsidR="00831D41" w:rsidRPr="00831D41" w:rsidRDefault="00831D41" w:rsidP="00EA5960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831D41">
              <w:rPr>
                <w:rFonts w:ascii="Century Gothic" w:hAnsi="Century Gothic" w:cs="Tahoma"/>
              </w:rPr>
              <w:t>What is 0.9 as a fraction?</w:t>
            </w:r>
          </w:p>
        </w:tc>
      </w:tr>
      <w:tr w:rsidR="00831D41" w:rsidRPr="00C240D5" w14:paraId="71765B77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80FCEA1" w14:textId="77777777" w:rsidR="00831D41" w:rsidRPr="00C240D5" w:rsidRDefault="00831D4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176B9B4" w14:textId="77777777" w:rsidR="00831D41" w:rsidRPr="00831D41" w:rsidRDefault="00831D41" w:rsidP="00EA5960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hAnsi="Cambria Math" w:cs="Tahoma"/>
                </w:rPr>
                <m:t>x+7=15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2BEDF3E" w14:textId="77777777" w:rsidR="00831D41" w:rsidRPr="00831D41" w:rsidRDefault="00831D41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2F8737D9" w14:textId="77777777" w:rsidR="00831D41" w:rsidRPr="00831D41" w:rsidRDefault="00831D41" w:rsidP="00EA5960">
            <w:pPr>
              <w:spacing w:before="120" w:after="0"/>
              <w:rPr>
                <w:rFonts w:ascii="Century Gothic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7 + -4 </m:t>
                </m:r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831D41" w:rsidRPr="00C240D5" w14:paraId="0728BCC3" w14:textId="77777777" w:rsidTr="00EA5960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649FEA0D" w14:textId="77777777" w:rsidR="00831D41" w:rsidRPr="00C240D5" w:rsidRDefault="00831D4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5E2DE72" w14:textId="77777777" w:rsidR="00831D41" w:rsidRPr="00831D41" w:rsidRDefault="00831D41" w:rsidP="00EA5960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831D41">
              <w:rPr>
                <w:rFonts w:ascii="Century Gothic" w:hAnsi="Century Gothic" w:cs="Tahoma"/>
                <w:noProof/>
              </w:rPr>
              <w:t xml:space="preserve">Label sides, circle and choose trig ratio.     </w:t>
            </w:r>
          </w:p>
          <w:p w14:paraId="4B7CA091" w14:textId="77777777" w:rsidR="00831D41" w:rsidRPr="00831D41" w:rsidRDefault="00831D41" w:rsidP="00EA5960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78C59947" wp14:editId="4F963087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764939</wp:posOffset>
                  </wp:positionV>
                  <wp:extent cx="572188" cy="401760"/>
                  <wp:effectExtent l="0" t="0" r="0" b="508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5643F28D" wp14:editId="07BD006A">
                  <wp:extent cx="1425041" cy="91440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344A45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2" cy="91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E2F66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26CD3C7D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A43CA"/>
    <w:rsid w:val="000A63AF"/>
    <w:rsid w:val="001826A9"/>
    <w:rsid w:val="00213C21"/>
    <w:rsid w:val="002D5D86"/>
    <w:rsid w:val="00333535"/>
    <w:rsid w:val="003F51D8"/>
    <w:rsid w:val="00505FC9"/>
    <w:rsid w:val="00525119"/>
    <w:rsid w:val="0064471D"/>
    <w:rsid w:val="00705472"/>
    <w:rsid w:val="007B4226"/>
    <w:rsid w:val="007E2C1A"/>
    <w:rsid w:val="00831D41"/>
    <w:rsid w:val="0090117B"/>
    <w:rsid w:val="0099142F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</cp:revision>
  <dcterms:created xsi:type="dcterms:W3CDTF">2019-05-30T13:38:00Z</dcterms:created>
  <dcterms:modified xsi:type="dcterms:W3CDTF">2019-05-30T13:40:00Z</dcterms:modified>
</cp:coreProperties>
</file>